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1A" w:rsidRPr="00FB4167" w:rsidRDefault="002C3C1A" w:rsidP="007D273B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СОВЕТ МУНИЦИПАЛЬНОГО ОБРАЗОВАНИЯ</w:t>
      </w:r>
    </w:p>
    <w:p w:rsidR="002C3C1A" w:rsidRPr="00C04069" w:rsidRDefault="002C3C1A" w:rsidP="00557C23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«</w:t>
      </w:r>
      <w:r w:rsidRPr="0049122D">
        <w:rPr>
          <w:rFonts w:ascii="Times New Roman" w:hAnsi="Times New Roman"/>
          <w:sz w:val="28"/>
          <w:szCs w:val="28"/>
          <w:lang w:val="ru-RU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rFonts w:ascii="Times New Roman" w:hAnsi="Times New Roman"/>
          <w:sz w:val="28"/>
          <w:szCs w:val="28"/>
          <w:lang w:val="ru-RU"/>
        </w:rPr>
        <w:t>»</w:t>
      </w:r>
    </w:p>
    <w:p w:rsidR="002C3C1A" w:rsidRPr="00574704" w:rsidRDefault="002C3C1A" w:rsidP="00B4120D">
      <w:pPr>
        <w:pStyle w:val="Heading1"/>
        <w:shd w:val="clear" w:color="auto" w:fill="FFFFFF"/>
        <w:spacing w:before="75" w:after="75"/>
        <w:jc w:val="center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01.11.2024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                                                               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                            №12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Об утверждении Положения  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«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О предельных нормативах 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размеров оплаты труда лиц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замещающих муниципальные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должности администрации </w:t>
      </w:r>
    </w:p>
    <w:p w:rsidR="002C3C1A" w:rsidRPr="00C04069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МО «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Сельское поселение село Пироговка </w:t>
      </w:r>
    </w:p>
    <w:p w:rsidR="002C3C1A" w:rsidRPr="00557C23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Ахтубинского муниципального района </w:t>
      </w:r>
    </w:p>
    <w:p w:rsidR="002C3C1A" w:rsidRPr="00FB4167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Астраханской области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»</w:t>
      </w:r>
    </w:p>
    <w:p w:rsidR="002C3C1A" w:rsidRPr="00B4120D" w:rsidRDefault="002C3C1A" w:rsidP="004C6B02">
      <w:pPr>
        <w:pStyle w:val="NormalWeb"/>
        <w:spacing w:after="0"/>
        <w:jc w:val="both"/>
        <w:rPr>
          <w:rStyle w:val="Emphasis"/>
          <w:b w:val="0"/>
          <w:i w:val="0"/>
          <w:spacing w:val="0"/>
        </w:rPr>
      </w:pPr>
      <w:r w:rsidRPr="00FB4167">
        <w:rPr>
          <w:rStyle w:val="Emphasis"/>
          <w:b w:val="0"/>
          <w:bCs/>
          <w:i w:val="0"/>
          <w:iCs/>
          <w:sz w:val="28"/>
          <w:szCs w:val="28"/>
        </w:rPr>
        <w:t>Руководствуясь статьей 40 Федерального закона Российской Федерации от 06.10.</w:t>
      </w:r>
      <w:r w:rsidRPr="00894E69">
        <w:rPr>
          <w:rStyle w:val="Emphasis"/>
          <w:b w:val="0"/>
          <w:bCs/>
          <w:i w:val="0"/>
          <w:iCs/>
          <w:sz w:val="28"/>
          <w:szCs w:val="28"/>
        </w:rPr>
        <w:t>2003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 № 131 «Об общих</w:t>
      </w:r>
      <w:r>
        <w:rPr>
          <w:rStyle w:val="Emphasis"/>
          <w:b w:val="0"/>
          <w:bCs/>
          <w:i w:val="0"/>
          <w:iCs/>
          <w:sz w:val="28"/>
          <w:szCs w:val="28"/>
        </w:rPr>
        <w:t xml:space="preserve"> принципах организации местного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самоуправления в Российской Федерации»,</w:t>
      </w:r>
      <w:r>
        <w:rPr>
          <w:rStyle w:val="Emphasis"/>
          <w:b w:val="0"/>
          <w:bCs/>
          <w:i w:val="0"/>
          <w:iCs/>
          <w:sz w:val="28"/>
          <w:szCs w:val="28"/>
        </w:rPr>
        <w:t xml:space="preserve">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постановлением Правительства Астр</w:t>
      </w:r>
      <w:r>
        <w:rPr>
          <w:rStyle w:val="Emphasis"/>
          <w:b w:val="0"/>
          <w:bCs/>
          <w:i w:val="0"/>
          <w:iCs/>
          <w:sz w:val="28"/>
          <w:szCs w:val="28"/>
        </w:rPr>
        <w:t>аханской области от 28.12.2023 819-П "О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</w:t>
      </w:r>
      <w:r>
        <w:rPr>
          <w:rStyle w:val="Emphasis"/>
          <w:b w:val="0"/>
          <w:bCs/>
          <w:i w:val="0"/>
          <w:iCs/>
          <w:sz w:val="28"/>
          <w:szCs w:val="28"/>
        </w:rPr>
        <w:t>основе, муниципальных служащих А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страханской области",</w:t>
      </w:r>
      <w:r>
        <w:rPr>
          <w:rStyle w:val="Emphasis"/>
          <w:b w:val="0"/>
          <w:bCs/>
          <w:i w:val="0"/>
          <w:iCs/>
          <w:sz w:val="28"/>
          <w:szCs w:val="28"/>
        </w:rPr>
        <w:t xml:space="preserve">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и в ц</w:t>
      </w:r>
      <w:r>
        <w:rPr>
          <w:rStyle w:val="Emphasis"/>
          <w:b w:val="0"/>
          <w:bCs/>
          <w:i w:val="0"/>
          <w:iCs/>
          <w:sz w:val="28"/>
          <w:szCs w:val="28"/>
        </w:rPr>
        <w:t xml:space="preserve">елях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применения единого подхода к формированию фонда и размеров оплаты труда лиц, замещающих муниципальные должности в органах местного самоуправления МО «</w:t>
      </w:r>
      <w:r>
        <w:rPr>
          <w:rStyle w:val="Emphasis"/>
          <w:b w:val="0"/>
          <w:bCs/>
          <w:i w:val="0"/>
          <w:iCs/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», совет муниципального образования МО «</w:t>
      </w:r>
      <w:r w:rsidRPr="0049122D"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» </w:t>
      </w:r>
    </w:p>
    <w:p w:rsidR="002C3C1A" w:rsidRPr="00E6128A" w:rsidRDefault="002C3C1A" w:rsidP="000B4868">
      <w:pPr>
        <w:spacing w:after="0" w:line="240" w:lineRule="auto"/>
        <w:ind w:firstLine="720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E6128A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РЕШИЛ:</w:t>
      </w:r>
    </w:p>
    <w:p w:rsidR="002C3C1A" w:rsidRPr="00FB4167" w:rsidRDefault="002C3C1A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1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. 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Утвердить Положение «О предельных нормативах размеров оплаты труда лиц, замещающих муниципал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ьные должности администрации МО 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«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»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(прилагается)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.</w:t>
      </w:r>
    </w:p>
    <w:p w:rsidR="002C3C1A" w:rsidRPr="00FB4167" w:rsidRDefault="002C3C1A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2. Решение от 01.11.2023 №17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«Об утверждении Положения об оплате труда лиц, замещающих муниципальные должности муниципального образования «</w:t>
      </w:r>
      <w:r w:rsidRPr="00B4120D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» считать утратившим силу.</w:t>
      </w:r>
    </w:p>
    <w:p w:rsidR="002C3C1A" w:rsidRPr="00FB4167" w:rsidRDefault="002C3C1A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3.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</w:t>
      </w:r>
      <w:r w:rsidRPr="00FB4167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Настоящее решение обнародовать.</w:t>
      </w:r>
    </w:p>
    <w:p w:rsidR="002C3C1A" w:rsidRPr="00574704" w:rsidRDefault="002C3C1A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4.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Нас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тоящее решение вступает в силу  с 01 января 2025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года.</w:t>
      </w:r>
    </w:p>
    <w:p w:rsidR="002C3C1A" w:rsidRPr="00574704" w:rsidRDefault="002C3C1A" w:rsidP="00D22607">
      <w:pPr>
        <w:spacing w:after="0" w:line="240" w:lineRule="auto"/>
        <w:ind w:firstLine="680"/>
        <w:jc w:val="both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5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.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Контроль за исполнением решения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,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возложить на главу администрации МО «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Сельское поселение село Пироговка Ахтубинского муниципального района Астраханской области</w:t>
      </w: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».</w:t>
      </w:r>
    </w:p>
    <w:p w:rsidR="002C3C1A" w:rsidRPr="00574704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 w:rsidRPr="00574704"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Председатель Совета:                               </w:t>
      </w: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 xml:space="preserve">                   Л.В.Гнездилова</w:t>
      </w:r>
    </w:p>
    <w:p w:rsidR="002C3C1A" w:rsidRDefault="002C3C1A" w:rsidP="00574704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</w:p>
    <w:p w:rsidR="002C3C1A" w:rsidRDefault="002C3C1A" w:rsidP="00B4120D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  <w:r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  <w:t>Глава муниципального образования:                          Л.В.Гнездилова</w:t>
      </w:r>
    </w:p>
    <w:p w:rsidR="002C3C1A" w:rsidRDefault="002C3C1A" w:rsidP="00B4120D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</w:p>
    <w:p w:rsidR="002C3C1A" w:rsidRDefault="002C3C1A" w:rsidP="00B4120D">
      <w:pPr>
        <w:spacing w:after="0" w:line="240" w:lineRule="auto"/>
        <w:rPr>
          <w:rStyle w:val="Emphasis"/>
          <w:rFonts w:ascii="Times New Roman" w:hAnsi="Times New Roman"/>
          <w:b w:val="0"/>
          <w:bCs/>
          <w:i w:val="0"/>
          <w:iCs/>
          <w:sz w:val="28"/>
          <w:szCs w:val="28"/>
          <w:lang w:val="ru-RU"/>
        </w:rPr>
      </w:pPr>
    </w:p>
    <w:p w:rsidR="002C3C1A" w:rsidRPr="00B4120D" w:rsidRDefault="002C3C1A" w:rsidP="00B4120D">
      <w:pPr>
        <w:spacing w:after="0" w:line="240" w:lineRule="auto"/>
        <w:rPr>
          <w:rFonts w:ascii="Times New Roman" w:hAnsi="Times New Roman"/>
          <w:bCs/>
          <w:iCs/>
          <w:spacing w:val="10"/>
          <w:sz w:val="28"/>
          <w:szCs w:val="28"/>
          <w:lang w:val="ru-RU"/>
        </w:rPr>
      </w:pPr>
    </w:p>
    <w:p w:rsidR="002C3C1A" w:rsidRPr="00FB4167" w:rsidRDefault="002C3C1A" w:rsidP="00E612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>Утверждено</w:t>
      </w:r>
    </w:p>
    <w:p w:rsidR="002C3C1A" w:rsidRPr="00FB4167" w:rsidRDefault="002C3C1A" w:rsidP="0057470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C</w:t>
      </w:r>
      <w:r w:rsidRPr="00FB4167">
        <w:rPr>
          <w:rFonts w:ascii="Times New Roman" w:hAnsi="Times New Roman"/>
          <w:sz w:val="28"/>
          <w:szCs w:val="28"/>
          <w:lang w:val="ru-RU"/>
        </w:rPr>
        <w:t>овета</w:t>
      </w:r>
    </w:p>
    <w:p w:rsidR="002C3C1A" w:rsidRDefault="002C3C1A" w:rsidP="00B4120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FB4167">
        <w:rPr>
          <w:rFonts w:ascii="Times New Roman" w:hAnsi="Times New Roman"/>
          <w:sz w:val="28"/>
          <w:szCs w:val="28"/>
          <w:lang w:val="ru-RU"/>
        </w:rPr>
        <w:t xml:space="preserve"> МО «</w:t>
      </w:r>
      <w:r w:rsidRPr="00B4120D">
        <w:rPr>
          <w:rFonts w:ascii="Times New Roman" w:hAnsi="Times New Roman"/>
          <w:sz w:val="28"/>
          <w:szCs w:val="28"/>
          <w:lang w:val="ru-RU"/>
        </w:rPr>
        <w:t xml:space="preserve">Сельское поселение село Пироговка </w:t>
      </w:r>
    </w:p>
    <w:p w:rsidR="002C3C1A" w:rsidRDefault="002C3C1A" w:rsidP="00B4120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B4120D">
        <w:rPr>
          <w:rFonts w:ascii="Times New Roman" w:hAnsi="Times New Roman"/>
          <w:sz w:val="28"/>
          <w:szCs w:val="28"/>
          <w:lang w:val="ru-RU"/>
        </w:rPr>
        <w:t xml:space="preserve">Ахтубинского муниципального района </w:t>
      </w:r>
    </w:p>
    <w:p w:rsidR="002C3C1A" w:rsidRPr="00FB4167" w:rsidRDefault="002C3C1A" w:rsidP="00B4120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B4120D">
        <w:rPr>
          <w:rFonts w:ascii="Times New Roman" w:hAnsi="Times New Roman"/>
          <w:sz w:val="28"/>
          <w:szCs w:val="28"/>
          <w:lang w:val="ru-RU"/>
        </w:rPr>
        <w:t>Астраханской области</w:t>
      </w:r>
      <w:r w:rsidRPr="00FB4167">
        <w:rPr>
          <w:rFonts w:ascii="Times New Roman" w:hAnsi="Times New Roman"/>
          <w:sz w:val="28"/>
          <w:szCs w:val="28"/>
          <w:lang w:val="ru-RU"/>
        </w:rPr>
        <w:t>»</w:t>
      </w:r>
    </w:p>
    <w:p w:rsidR="002C3C1A" w:rsidRPr="00FB4167" w:rsidRDefault="002C3C1A" w:rsidP="0057470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от 01.11.2024 №12</w:t>
      </w:r>
    </w:p>
    <w:p w:rsidR="002C3C1A" w:rsidRPr="00574704" w:rsidRDefault="002C3C1A" w:rsidP="00574704">
      <w:pPr>
        <w:spacing w:after="0" w:line="240" w:lineRule="auto"/>
        <w:jc w:val="right"/>
        <w:rPr>
          <w:lang w:val="ru-RU"/>
        </w:rPr>
      </w:pPr>
    </w:p>
    <w:p w:rsidR="002C3C1A" w:rsidRPr="00574704" w:rsidRDefault="002C3C1A" w:rsidP="00574704">
      <w:pPr>
        <w:pStyle w:val="BodyText"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2C3C1A" w:rsidRPr="00574704" w:rsidRDefault="002C3C1A" w:rsidP="00344D0F">
      <w:pPr>
        <w:pStyle w:val="BodyText"/>
        <w:shd w:val="clear" w:color="auto" w:fill="auto"/>
        <w:spacing w:after="0" w:line="240" w:lineRule="auto"/>
        <w:rPr>
          <w:sz w:val="28"/>
          <w:szCs w:val="28"/>
        </w:rPr>
      </w:pPr>
    </w:p>
    <w:p w:rsidR="002C3C1A" w:rsidRPr="00E6128A" w:rsidRDefault="002C3C1A" w:rsidP="00344D0F">
      <w:pPr>
        <w:pStyle w:val="BodyText"/>
        <w:shd w:val="clear" w:color="auto" w:fill="auto"/>
        <w:spacing w:after="0" w:line="240" w:lineRule="auto"/>
        <w:jc w:val="center"/>
        <w:rPr>
          <w:b/>
          <w:i/>
          <w:sz w:val="28"/>
          <w:szCs w:val="28"/>
          <w:u w:val="single"/>
        </w:rPr>
      </w:pPr>
      <w:r w:rsidRPr="00E6128A">
        <w:rPr>
          <w:b/>
          <w:i/>
          <w:sz w:val="28"/>
          <w:szCs w:val="28"/>
          <w:u w:val="single"/>
        </w:rPr>
        <w:t>ПОЛОЖЕНИЕ</w:t>
      </w:r>
    </w:p>
    <w:p w:rsidR="002C3C1A" w:rsidRPr="00FB4167" w:rsidRDefault="002C3C1A" w:rsidP="00344D0F">
      <w:pPr>
        <w:pStyle w:val="BodyText"/>
        <w:shd w:val="clear" w:color="auto" w:fill="auto"/>
        <w:spacing w:after="0" w:line="240" w:lineRule="auto"/>
        <w:ind w:left="220"/>
        <w:jc w:val="center"/>
        <w:rPr>
          <w:b/>
          <w:i/>
          <w:sz w:val="28"/>
          <w:szCs w:val="28"/>
          <w:u w:val="single"/>
        </w:rPr>
      </w:pPr>
      <w:r w:rsidRPr="00FB4167">
        <w:rPr>
          <w:b/>
          <w:i/>
          <w:sz w:val="28"/>
          <w:szCs w:val="28"/>
          <w:u w:val="single"/>
        </w:rPr>
        <w:t>О предельных нормативах размеров оплаты труда лиц. замещающих муниципальные должности администрации МО «</w:t>
      </w:r>
      <w:r>
        <w:rPr>
          <w:b/>
          <w:i/>
          <w:sz w:val="28"/>
          <w:szCs w:val="28"/>
          <w:u w:val="single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b/>
          <w:i/>
          <w:sz w:val="28"/>
          <w:szCs w:val="28"/>
          <w:u w:val="single"/>
        </w:rPr>
        <w:t>»</w:t>
      </w:r>
    </w:p>
    <w:p w:rsidR="002C3C1A" w:rsidRPr="00FB4167" w:rsidRDefault="002C3C1A" w:rsidP="00344D0F">
      <w:pPr>
        <w:pStyle w:val="10"/>
        <w:keepNext/>
        <w:keepLines/>
        <w:shd w:val="clear" w:color="auto" w:fill="auto"/>
        <w:spacing w:before="0" w:after="0" w:line="240" w:lineRule="auto"/>
        <w:ind w:left="220"/>
        <w:rPr>
          <w:b/>
          <w:sz w:val="28"/>
          <w:szCs w:val="28"/>
          <w:lang w:val="ru-RU"/>
        </w:rPr>
      </w:pPr>
      <w:bookmarkStart w:id="0" w:name="bookmark0"/>
    </w:p>
    <w:p w:rsidR="002C3C1A" w:rsidRPr="00FB4167" w:rsidRDefault="002C3C1A" w:rsidP="00FB4167">
      <w:pPr>
        <w:pStyle w:val="10"/>
        <w:keepNext/>
        <w:keepLines/>
        <w:shd w:val="clear" w:color="auto" w:fill="auto"/>
        <w:spacing w:before="0" w:after="0" w:line="240" w:lineRule="auto"/>
        <w:ind w:left="220"/>
        <w:jc w:val="left"/>
        <w:rPr>
          <w:b/>
          <w:sz w:val="28"/>
          <w:szCs w:val="28"/>
          <w:lang w:val="ru-RU"/>
        </w:rPr>
      </w:pPr>
      <w:r w:rsidRPr="00FB4167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О</w:t>
      </w:r>
      <w:r w:rsidRPr="00FB4167">
        <w:rPr>
          <w:b/>
          <w:sz w:val="28"/>
          <w:szCs w:val="28"/>
          <w:lang w:val="ru-RU"/>
        </w:rPr>
        <w:t xml:space="preserve">бщие положения </w:t>
      </w:r>
      <w:bookmarkEnd w:id="0"/>
    </w:p>
    <w:p w:rsidR="002C3C1A" w:rsidRDefault="002C3C1A" w:rsidP="00FB4167">
      <w:pPr>
        <w:pStyle w:val="BodyText"/>
        <w:shd w:val="clear" w:color="auto" w:fill="auto"/>
        <w:spacing w:after="0" w:line="240" w:lineRule="auto"/>
        <w:ind w:left="60" w:right="400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Настоящее положение устанавливает предельные нор</w:t>
      </w:r>
      <w:r>
        <w:rPr>
          <w:sz w:val="28"/>
          <w:szCs w:val="28"/>
        </w:rPr>
        <w:t>мативы размеров оплата т</w:t>
      </w:r>
      <w:r w:rsidRPr="00FB4167">
        <w:rPr>
          <w:sz w:val="28"/>
          <w:szCs w:val="28"/>
        </w:rPr>
        <w:t>руда лиц</w:t>
      </w:r>
      <w:r>
        <w:rPr>
          <w:sz w:val="28"/>
          <w:szCs w:val="28"/>
        </w:rPr>
        <w:t>,</w:t>
      </w:r>
      <w:r w:rsidRPr="00FB4167">
        <w:rPr>
          <w:sz w:val="28"/>
          <w:szCs w:val="28"/>
        </w:rPr>
        <w:t xml:space="preserve"> замещающих муниципальные должности администр</w:t>
      </w:r>
      <w:r>
        <w:rPr>
          <w:sz w:val="28"/>
          <w:szCs w:val="28"/>
        </w:rPr>
        <w:t>ации МО «Сельское поселение село Пироговка Ахтубинского муниципального района Астраханской области»</w:t>
      </w:r>
      <w:r w:rsidRPr="00FB416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распространяет свое действие на </w:t>
      </w:r>
      <w:r w:rsidRPr="00FB4167">
        <w:rPr>
          <w:sz w:val="28"/>
          <w:szCs w:val="28"/>
        </w:rPr>
        <w:t>выборные должности о</w:t>
      </w:r>
      <w:r>
        <w:rPr>
          <w:sz w:val="28"/>
          <w:szCs w:val="28"/>
        </w:rPr>
        <w:t xml:space="preserve">рганов местного самоуправления, </w:t>
      </w:r>
      <w:r w:rsidRPr="00FB4167">
        <w:rPr>
          <w:sz w:val="28"/>
          <w:szCs w:val="28"/>
        </w:rPr>
        <w:t>осуществляющие свои полномочия на постоянной основ</w:t>
      </w:r>
      <w:r>
        <w:rPr>
          <w:sz w:val="28"/>
          <w:szCs w:val="28"/>
        </w:rPr>
        <w:t xml:space="preserve">е. </w:t>
      </w:r>
    </w:p>
    <w:p w:rsidR="002C3C1A" w:rsidRPr="00E52626" w:rsidRDefault="002C3C1A" w:rsidP="00E52626">
      <w:pPr>
        <w:pStyle w:val="BodyText"/>
        <w:shd w:val="clear" w:color="auto" w:fill="auto"/>
        <w:spacing w:after="0" w:line="240" w:lineRule="auto"/>
        <w:ind w:left="60" w:right="400"/>
        <w:jc w:val="both"/>
        <w:rPr>
          <w:sz w:val="28"/>
          <w:szCs w:val="28"/>
        </w:rPr>
      </w:pPr>
      <w:bookmarkStart w:id="1" w:name="_GoBack"/>
      <w:bookmarkEnd w:id="1"/>
      <w:r w:rsidRPr="00E52626">
        <w:rPr>
          <w:sz w:val="28"/>
          <w:szCs w:val="28"/>
        </w:rPr>
        <w:t xml:space="preserve">Основой для расчета размера должностного оклада принимается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постановлением Правительства Астр</w:t>
      </w:r>
      <w:r>
        <w:rPr>
          <w:rStyle w:val="Emphasis"/>
          <w:b w:val="0"/>
          <w:bCs/>
          <w:i w:val="0"/>
          <w:iCs/>
          <w:sz w:val="28"/>
          <w:szCs w:val="28"/>
        </w:rPr>
        <w:t>аханской области от 28.12.2023 819-П "О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</w:t>
      </w:r>
      <w:r>
        <w:rPr>
          <w:rStyle w:val="Emphasis"/>
          <w:b w:val="0"/>
          <w:bCs/>
          <w:i w:val="0"/>
          <w:iCs/>
          <w:sz w:val="28"/>
          <w:szCs w:val="28"/>
        </w:rPr>
        <w:t>основе, муниципальных служащих А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страханской области"</w:t>
      </w:r>
    </w:p>
    <w:p w:rsidR="002C3C1A" w:rsidRPr="00DB5328" w:rsidRDefault="002C3C1A" w:rsidP="00FB4167">
      <w:pPr>
        <w:pStyle w:val="BodyText"/>
        <w:shd w:val="clear" w:color="auto" w:fill="auto"/>
        <w:spacing w:after="0" w:line="240" w:lineRule="auto"/>
        <w:ind w:left="60" w:right="400" w:firstLine="420"/>
        <w:jc w:val="both"/>
        <w:rPr>
          <w:color w:val="FF0000"/>
          <w:sz w:val="28"/>
          <w:szCs w:val="28"/>
        </w:rPr>
      </w:pPr>
    </w:p>
    <w:p w:rsidR="002C3C1A" w:rsidRDefault="002C3C1A" w:rsidP="00344D0F">
      <w:pPr>
        <w:pStyle w:val="BodyText"/>
        <w:shd w:val="clear" w:color="auto" w:fill="auto"/>
        <w:spacing w:after="0" w:line="240" w:lineRule="auto"/>
        <w:ind w:left="60" w:right="400"/>
        <w:rPr>
          <w:sz w:val="28"/>
          <w:szCs w:val="28"/>
        </w:rPr>
      </w:pPr>
    </w:p>
    <w:p w:rsidR="002C3C1A" w:rsidRPr="00FB4167" w:rsidRDefault="002C3C1A" w:rsidP="00344D0F">
      <w:pPr>
        <w:pStyle w:val="BodyText"/>
        <w:shd w:val="clear" w:color="auto" w:fill="auto"/>
        <w:spacing w:after="0" w:line="240" w:lineRule="auto"/>
        <w:ind w:left="60" w:right="400"/>
        <w:rPr>
          <w:b/>
          <w:sz w:val="28"/>
          <w:szCs w:val="28"/>
        </w:rPr>
      </w:pPr>
      <w:r w:rsidRPr="00FB4167">
        <w:rPr>
          <w:b/>
          <w:sz w:val="28"/>
          <w:szCs w:val="28"/>
        </w:rPr>
        <w:t xml:space="preserve">2.Классификация муниципального образования </w:t>
      </w:r>
    </w:p>
    <w:p w:rsidR="002C3C1A" w:rsidRPr="00FB4167" w:rsidRDefault="002C3C1A" w:rsidP="000B4868">
      <w:pPr>
        <w:pStyle w:val="BodyText"/>
        <w:shd w:val="clear" w:color="auto" w:fill="auto"/>
        <w:spacing w:after="0" w:line="240" w:lineRule="auto"/>
        <w:ind w:left="60" w:right="400" w:firstLine="420"/>
        <w:rPr>
          <w:sz w:val="28"/>
          <w:szCs w:val="28"/>
        </w:rPr>
      </w:pPr>
      <w:r w:rsidRPr="00FB4167">
        <w:rPr>
          <w:sz w:val="28"/>
          <w:szCs w:val="28"/>
        </w:rPr>
        <w:t>2.1 .Администрация МО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sz w:val="28"/>
          <w:szCs w:val="28"/>
        </w:rPr>
        <w:t>» относится к десятой группе сельские по</w:t>
      </w:r>
      <w:r>
        <w:rPr>
          <w:sz w:val="28"/>
          <w:szCs w:val="28"/>
        </w:rPr>
        <w:t xml:space="preserve">селения с численностью жителей </w:t>
      </w:r>
      <w:r w:rsidRPr="00FB4167">
        <w:rPr>
          <w:sz w:val="28"/>
          <w:szCs w:val="28"/>
        </w:rPr>
        <w:t>до 1 тысячи.</w:t>
      </w:r>
    </w:p>
    <w:p w:rsidR="002C3C1A" w:rsidRDefault="002C3C1A" w:rsidP="000B4868">
      <w:pPr>
        <w:pStyle w:val="BodyText"/>
        <w:shd w:val="clear" w:color="auto" w:fill="auto"/>
        <w:spacing w:after="0" w:line="240" w:lineRule="auto"/>
        <w:ind w:left="62" w:right="403" w:firstLine="420"/>
        <w:jc w:val="center"/>
        <w:rPr>
          <w:b/>
          <w:sz w:val="28"/>
          <w:szCs w:val="28"/>
        </w:rPr>
      </w:pPr>
    </w:p>
    <w:p w:rsidR="002C3C1A" w:rsidRPr="00FB4167" w:rsidRDefault="002C3C1A" w:rsidP="00FB4167">
      <w:pPr>
        <w:pStyle w:val="BodyText"/>
        <w:shd w:val="clear" w:color="auto" w:fill="auto"/>
        <w:spacing w:after="0" w:line="240" w:lineRule="auto"/>
        <w:ind w:left="62" w:right="403"/>
        <w:jc w:val="both"/>
        <w:rPr>
          <w:b/>
          <w:sz w:val="28"/>
          <w:szCs w:val="28"/>
        </w:rPr>
      </w:pPr>
      <w:r w:rsidRPr="00FB4167">
        <w:rPr>
          <w:b/>
          <w:sz w:val="28"/>
          <w:szCs w:val="28"/>
        </w:rPr>
        <w:t>3.Предельные нормативы размеров оплаты груда лиц, замещающих муниципальные должности.</w:t>
      </w:r>
    </w:p>
    <w:p w:rsidR="002C3C1A" w:rsidRPr="00FB4167" w:rsidRDefault="002C3C1A" w:rsidP="000B4868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3.1 Предельные нормативы размеров оплаты груда выборных должностных лиц местного самоуправления, осуществляющих свои полномочия на постоянной основе, состоят из:</w:t>
      </w:r>
    </w:p>
    <w:p w:rsidR="002C3C1A" w:rsidRPr="00FB4167" w:rsidRDefault="002C3C1A" w:rsidP="00FB4167">
      <w:pPr>
        <w:pStyle w:val="BodyText"/>
        <w:shd w:val="clear" w:color="auto" w:fill="auto"/>
        <w:tabs>
          <w:tab w:val="left" w:pos="1150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-ежемесячного денежного вознаграждения;</w:t>
      </w:r>
    </w:p>
    <w:p w:rsidR="002C3C1A" w:rsidRPr="00FB4167" w:rsidRDefault="002C3C1A" w:rsidP="00FB4167">
      <w:pPr>
        <w:pStyle w:val="BodyText"/>
        <w:shd w:val="clear" w:color="auto" w:fill="auto"/>
        <w:tabs>
          <w:tab w:val="left" w:pos="1150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-ежемесячного денежного поощрения;</w:t>
      </w:r>
    </w:p>
    <w:p w:rsidR="002C3C1A" w:rsidRPr="00FB4167" w:rsidRDefault="002C3C1A" w:rsidP="00FB4167">
      <w:pPr>
        <w:pStyle w:val="BodyText"/>
        <w:shd w:val="clear" w:color="auto" w:fill="auto"/>
        <w:tabs>
          <w:tab w:val="left" w:pos="1154"/>
        </w:tabs>
        <w:spacing w:after="0" w:line="240" w:lineRule="auto"/>
        <w:ind w:left="60" w:right="74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-ежемесячной надбавки за работу со сведениями, составляющими государственную тайну;</w:t>
      </w:r>
    </w:p>
    <w:p w:rsidR="002C3C1A" w:rsidRPr="00FB4167" w:rsidRDefault="002C3C1A" w:rsidP="00FB4167">
      <w:pPr>
        <w:pStyle w:val="BodyText"/>
        <w:shd w:val="clear" w:color="auto" w:fill="auto"/>
        <w:tabs>
          <w:tab w:val="left" w:pos="1207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выплаты при предоставлении ежегодного оплачиваемого</w:t>
      </w:r>
    </w:p>
    <w:p w:rsidR="002C3C1A" w:rsidRPr="00FB4167" w:rsidRDefault="002C3C1A" w:rsidP="00FB4167">
      <w:pPr>
        <w:pStyle w:val="BodyText"/>
        <w:shd w:val="clear" w:color="auto" w:fill="auto"/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отпуска;</w:t>
      </w:r>
    </w:p>
    <w:p w:rsidR="002C3C1A" w:rsidRPr="00FB4167" w:rsidRDefault="002C3C1A" w:rsidP="00FB4167">
      <w:pPr>
        <w:pStyle w:val="BodyText"/>
        <w:shd w:val="clear" w:color="auto" w:fill="auto"/>
        <w:tabs>
          <w:tab w:val="left" w:pos="1212"/>
        </w:tabs>
        <w:spacing w:after="0" w:line="240" w:lineRule="auto"/>
        <w:ind w:left="6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премии.</w:t>
      </w:r>
    </w:p>
    <w:p w:rsidR="002C3C1A" w:rsidRPr="00FB4167" w:rsidRDefault="002C3C1A" w:rsidP="00B21F0D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>
        <w:rPr>
          <w:sz w:val="28"/>
          <w:szCs w:val="28"/>
        </w:rPr>
        <w:t>3.2 Фонд оплаты труда лиц</w:t>
      </w:r>
      <w:r w:rsidRPr="00FB4167">
        <w:rPr>
          <w:sz w:val="28"/>
          <w:szCs w:val="28"/>
        </w:rPr>
        <w:t xml:space="preserve"> зам</w:t>
      </w:r>
      <w:r>
        <w:rPr>
          <w:sz w:val="28"/>
          <w:szCs w:val="28"/>
        </w:rPr>
        <w:t>ещающих муниципальные должности</w:t>
      </w:r>
      <w:r w:rsidRPr="00FB4167">
        <w:rPr>
          <w:sz w:val="28"/>
          <w:szCs w:val="28"/>
        </w:rPr>
        <w:t xml:space="preserve"> определяется исходя из максимальных нормативов формирования расходов на оплату </w:t>
      </w:r>
      <w:r>
        <w:rPr>
          <w:sz w:val="28"/>
          <w:szCs w:val="28"/>
        </w:rPr>
        <w:t>т</w:t>
      </w:r>
      <w:r w:rsidRPr="00FB4167">
        <w:rPr>
          <w:sz w:val="28"/>
          <w:szCs w:val="28"/>
        </w:rPr>
        <w:t>руда выборных должност</w:t>
      </w:r>
      <w:r>
        <w:rPr>
          <w:sz w:val="28"/>
          <w:szCs w:val="28"/>
        </w:rPr>
        <w:t>ных лиц местного самоуправления</w:t>
      </w:r>
      <w:r w:rsidRPr="00FB4167">
        <w:rPr>
          <w:sz w:val="28"/>
          <w:szCs w:val="28"/>
        </w:rPr>
        <w:t xml:space="preserve"> осуществляющих свои полномочия на постоянной</w:t>
      </w:r>
      <w:r>
        <w:rPr>
          <w:sz w:val="28"/>
          <w:szCs w:val="28"/>
        </w:rPr>
        <w:t xml:space="preserve"> основе, муниципальных служащих</w:t>
      </w:r>
      <w:r w:rsidRPr="00FB4167">
        <w:rPr>
          <w:sz w:val="28"/>
          <w:szCs w:val="28"/>
        </w:rPr>
        <w:t xml:space="preserve"> установленных 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постановлением Правительства Астр</w:t>
      </w:r>
      <w:r>
        <w:rPr>
          <w:rStyle w:val="Emphasis"/>
          <w:b w:val="0"/>
          <w:bCs/>
          <w:i w:val="0"/>
          <w:iCs/>
          <w:sz w:val="28"/>
          <w:szCs w:val="28"/>
        </w:rPr>
        <w:t>аханской области от 28.12.2023 819-П "О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 xml:space="preserve">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</w:t>
      </w:r>
      <w:r>
        <w:rPr>
          <w:rStyle w:val="Emphasis"/>
          <w:b w:val="0"/>
          <w:bCs/>
          <w:i w:val="0"/>
          <w:iCs/>
          <w:sz w:val="28"/>
          <w:szCs w:val="28"/>
        </w:rPr>
        <w:t>основе, муниципальных служащих А</w:t>
      </w:r>
      <w:r w:rsidRPr="00FB4167">
        <w:rPr>
          <w:rStyle w:val="Emphasis"/>
          <w:b w:val="0"/>
          <w:bCs/>
          <w:i w:val="0"/>
          <w:iCs/>
          <w:sz w:val="28"/>
          <w:szCs w:val="28"/>
        </w:rPr>
        <w:t>страханской области"</w:t>
      </w:r>
    </w:p>
    <w:p w:rsidR="002C3C1A" w:rsidRDefault="002C3C1A" w:rsidP="00B21F0D">
      <w:pPr>
        <w:pStyle w:val="BodyText"/>
        <w:shd w:val="clear" w:color="auto" w:fill="auto"/>
        <w:spacing w:after="0" w:line="240" w:lineRule="auto"/>
        <w:ind w:left="62" w:right="403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 xml:space="preserve">3.3. Предельные нормативы размера ежемесячного </w:t>
      </w:r>
      <w:r>
        <w:rPr>
          <w:sz w:val="28"/>
          <w:szCs w:val="28"/>
        </w:rPr>
        <w:t xml:space="preserve">денежного </w:t>
      </w:r>
      <w:r w:rsidRPr="00FB4167">
        <w:rPr>
          <w:sz w:val="28"/>
          <w:szCs w:val="28"/>
        </w:rPr>
        <w:t>вознаграждения лиц замещающих муниципальные должности и главы администрации МО «</w:t>
      </w:r>
      <w:r>
        <w:rPr>
          <w:sz w:val="28"/>
          <w:szCs w:val="28"/>
        </w:rPr>
        <w:t>Сельское поселение село Пироговка Ахтубинского муниципального района Астраханской области</w:t>
      </w:r>
      <w:r w:rsidRPr="00FB4167">
        <w:rPr>
          <w:sz w:val="28"/>
          <w:szCs w:val="28"/>
        </w:rPr>
        <w:t>», устанавливается в размере 35% от денежного вознаграждения Главы администрации МО «Ахтубинский</w:t>
      </w:r>
      <w:r>
        <w:rPr>
          <w:sz w:val="28"/>
          <w:szCs w:val="28"/>
        </w:rPr>
        <w:t xml:space="preserve"> муниципальный</w:t>
      </w:r>
      <w:r w:rsidRPr="00FB416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Астраханской области</w:t>
      </w:r>
      <w:r w:rsidRPr="00FB4167">
        <w:rPr>
          <w:sz w:val="28"/>
          <w:szCs w:val="28"/>
        </w:rPr>
        <w:t>».</w:t>
      </w:r>
    </w:p>
    <w:p w:rsidR="002C3C1A" w:rsidRDefault="002C3C1A" w:rsidP="00344D0F">
      <w:pPr>
        <w:pStyle w:val="BodyText"/>
        <w:shd w:val="clear" w:color="auto" w:fill="auto"/>
        <w:spacing w:after="0" w:line="240" w:lineRule="auto"/>
        <w:ind w:left="60" w:right="400"/>
        <w:rPr>
          <w:sz w:val="28"/>
          <w:szCs w:val="28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5"/>
        <w:gridCol w:w="1189"/>
        <w:gridCol w:w="1194"/>
        <w:gridCol w:w="1253"/>
        <w:gridCol w:w="1298"/>
        <w:gridCol w:w="1276"/>
        <w:gridCol w:w="1418"/>
      </w:tblGrid>
      <w:tr w:rsidR="002C3C1A" w:rsidRPr="0020026A" w:rsidTr="00D22607">
        <w:tc>
          <w:tcPr>
            <w:tcW w:w="2485" w:type="dxa"/>
            <w:vMerge w:val="restart"/>
          </w:tcPr>
          <w:p w:rsidR="002C3C1A" w:rsidRPr="00C85A8C" w:rsidRDefault="002C3C1A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Наименование должности</w:t>
            </w:r>
          </w:p>
        </w:tc>
        <w:tc>
          <w:tcPr>
            <w:tcW w:w="7628" w:type="dxa"/>
            <w:gridSpan w:val="6"/>
          </w:tcPr>
          <w:p w:rsidR="002C3C1A" w:rsidRPr="00C85A8C" w:rsidRDefault="002C3C1A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  <w:r w:rsidRPr="00C85A8C">
              <w:rPr>
                <w:sz w:val="28"/>
                <w:szCs w:val="28"/>
                <w:lang w:eastAsia="en-US"/>
              </w:rPr>
              <w:t xml:space="preserve">Группы муниципальных образований но оплате </w:t>
            </w:r>
            <w:r w:rsidRPr="00C85A8C">
              <w:rPr>
                <w:rStyle w:val="1pt"/>
                <w:sz w:val="28"/>
                <w:szCs w:val="28"/>
                <w:lang w:eastAsia="en-US"/>
              </w:rPr>
              <w:t>тру</w:t>
            </w:r>
            <w:r w:rsidRPr="00C85A8C">
              <w:rPr>
                <w:sz w:val="28"/>
                <w:szCs w:val="28"/>
                <w:lang w:eastAsia="en-US"/>
              </w:rPr>
              <w:t>да лиц, замещающих муниципальные должности и глав муниципальных поселений.</w:t>
            </w:r>
          </w:p>
        </w:tc>
      </w:tr>
      <w:tr w:rsidR="002C3C1A" w:rsidRPr="00C85A8C" w:rsidTr="00D22607">
        <w:tc>
          <w:tcPr>
            <w:tcW w:w="2485" w:type="dxa"/>
            <w:vMerge/>
          </w:tcPr>
          <w:p w:rsidR="002C3C1A" w:rsidRPr="00C85A8C" w:rsidRDefault="002C3C1A" w:rsidP="00C85A8C">
            <w:pPr>
              <w:pStyle w:val="BodyText"/>
              <w:shd w:val="clear" w:color="auto" w:fill="auto"/>
              <w:spacing w:after="0" w:line="240" w:lineRule="auto"/>
              <w:ind w:right="40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9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1194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VI</w:t>
            </w:r>
          </w:p>
        </w:tc>
        <w:tc>
          <w:tcPr>
            <w:tcW w:w="1253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rStyle w:val="1pt"/>
                <w:sz w:val="28"/>
                <w:szCs w:val="28"/>
                <w:lang w:val="en-US" w:eastAsia="en-US"/>
              </w:rPr>
              <w:t>VII</w:t>
            </w:r>
          </w:p>
        </w:tc>
        <w:tc>
          <w:tcPr>
            <w:tcW w:w="1298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rStyle w:val="1pt"/>
                <w:sz w:val="28"/>
                <w:szCs w:val="28"/>
                <w:lang w:val="en-US" w:eastAsia="en-US"/>
              </w:rPr>
              <w:t>VIII</w:t>
            </w:r>
          </w:p>
        </w:tc>
        <w:tc>
          <w:tcPr>
            <w:tcW w:w="1276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ind w:left="500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IX</w:t>
            </w:r>
          </w:p>
        </w:tc>
        <w:tc>
          <w:tcPr>
            <w:tcW w:w="1418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Х</w:t>
            </w:r>
          </w:p>
        </w:tc>
      </w:tr>
      <w:tr w:rsidR="002C3C1A" w:rsidRPr="00C85A8C" w:rsidTr="00D22607">
        <w:tc>
          <w:tcPr>
            <w:tcW w:w="2485" w:type="dxa"/>
          </w:tcPr>
          <w:p w:rsidR="002C3C1A" w:rsidRPr="00066754" w:rsidRDefault="002C3C1A" w:rsidP="00C85A8C">
            <w:pPr>
              <w:pStyle w:val="BodyText"/>
              <w:shd w:val="clear" w:color="auto" w:fill="auto"/>
              <w:spacing w:after="0" w:line="240" w:lineRule="auto"/>
              <w:ind w:left="100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Глава</w:t>
            </w:r>
            <w:r w:rsidRPr="00C85A8C">
              <w:rPr>
                <w:sz w:val="28"/>
                <w:szCs w:val="28"/>
                <w:lang w:eastAsia="en-US"/>
              </w:rPr>
              <w:t xml:space="preserve"> </w:t>
            </w:r>
            <w:r w:rsidRPr="00066754">
              <w:rPr>
                <w:sz w:val="28"/>
                <w:szCs w:val="28"/>
                <w:lang w:val="en-US" w:eastAsia="en-US"/>
              </w:rPr>
              <w:t>муниципального образования</w:t>
            </w:r>
          </w:p>
        </w:tc>
        <w:tc>
          <w:tcPr>
            <w:tcW w:w="1189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60</w:t>
            </w:r>
          </w:p>
        </w:tc>
        <w:tc>
          <w:tcPr>
            <w:tcW w:w="1194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55</w:t>
            </w:r>
          </w:p>
        </w:tc>
        <w:tc>
          <w:tcPr>
            <w:tcW w:w="1253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50</w:t>
            </w:r>
          </w:p>
        </w:tc>
        <w:tc>
          <w:tcPr>
            <w:tcW w:w="1298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45</w:t>
            </w:r>
          </w:p>
        </w:tc>
        <w:tc>
          <w:tcPr>
            <w:tcW w:w="1276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40</w:t>
            </w:r>
          </w:p>
        </w:tc>
        <w:tc>
          <w:tcPr>
            <w:tcW w:w="1418" w:type="dxa"/>
          </w:tcPr>
          <w:p w:rsidR="002C3C1A" w:rsidRPr="00066754" w:rsidRDefault="002C3C1A" w:rsidP="00D22607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066754">
              <w:rPr>
                <w:sz w:val="28"/>
                <w:szCs w:val="28"/>
                <w:lang w:val="en-US" w:eastAsia="en-US"/>
              </w:rPr>
              <w:t>35</w:t>
            </w:r>
          </w:p>
        </w:tc>
      </w:tr>
    </w:tbl>
    <w:p w:rsidR="002C3C1A" w:rsidRDefault="002C3C1A" w:rsidP="00FB4167">
      <w:pPr>
        <w:pStyle w:val="BodyText"/>
        <w:shd w:val="clear" w:color="auto" w:fill="auto"/>
        <w:tabs>
          <w:tab w:val="left" w:pos="689"/>
        </w:tabs>
        <w:spacing w:line="240" w:lineRule="auto"/>
        <w:ind w:right="220"/>
        <w:rPr>
          <w:sz w:val="28"/>
          <w:szCs w:val="28"/>
        </w:rPr>
      </w:pPr>
    </w:p>
    <w:p w:rsidR="002C3C1A" w:rsidRPr="00FB4167" w:rsidRDefault="002C3C1A" w:rsidP="00B21F0D">
      <w:pPr>
        <w:pStyle w:val="BodyText"/>
        <w:shd w:val="clear" w:color="auto" w:fill="auto"/>
        <w:tabs>
          <w:tab w:val="left" w:pos="689"/>
        </w:tabs>
        <w:spacing w:line="240" w:lineRule="auto"/>
        <w:ind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FB4167">
        <w:rPr>
          <w:sz w:val="28"/>
          <w:szCs w:val="28"/>
        </w:rPr>
        <w:t xml:space="preserve">Предельные </w:t>
      </w:r>
      <w:r>
        <w:rPr>
          <w:sz w:val="28"/>
          <w:szCs w:val="28"/>
        </w:rPr>
        <w:t xml:space="preserve">нормативы размера ежемесячного </w:t>
      </w:r>
      <w:r w:rsidRPr="00FB4167">
        <w:rPr>
          <w:sz w:val="28"/>
          <w:szCs w:val="28"/>
        </w:rPr>
        <w:t>денежного поощрения для сельского поселения составляют -20%.</w:t>
      </w:r>
    </w:p>
    <w:p w:rsidR="002C3C1A" w:rsidRPr="00FB4167" w:rsidRDefault="002C3C1A" w:rsidP="00B21F0D">
      <w:pPr>
        <w:pStyle w:val="BodyText"/>
        <w:shd w:val="clear" w:color="auto" w:fill="auto"/>
        <w:tabs>
          <w:tab w:val="left" w:pos="631"/>
        </w:tabs>
        <w:spacing w:line="240" w:lineRule="auto"/>
        <w:ind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FB4167">
        <w:rPr>
          <w:sz w:val="28"/>
          <w:szCs w:val="28"/>
        </w:rPr>
        <w:t>Лицам, замещающим муниципальные должности Астраханской области и допущенные к государственной тайне на постоянной основе, устанавливается надбавка за работу со сведениями, соста</w:t>
      </w:r>
      <w:r>
        <w:rPr>
          <w:sz w:val="28"/>
          <w:szCs w:val="28"/>
        </w:rPr>
        <w:t xml:space="preserve">вляющими государственную тайну. </w:t>
      </w:r>
      <w:r w:rsidRPr="00FB4167">
        <w:rPr>
          <w:sz w:val="28"/>
          <w:szCs w:val="28"/>
        </w:rPr>
        <w:t>Данная надбавка выплачивается лицам, замещающим муниципальные должности при условии их постоянной работы с указанными сведениями в силу должностных обязанностей и имеющим оформленный в установленном законом порядке допуск к сведениям соответствующей степени секретности.</w:t>
      </w:r>
    </w:p>
    <w:p w:rsidR="002C3C1A" w:rsidRPr="00FB4167" w:rsidRDefault="002C3C1A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3.6.Пределыные нормативы размера единовременной выплаты при предоставлении ежегодного оплачиваемого отпуска не должны превышать одного размера ежемесячного денежного вознаграждения.</w:t>
      </w:r>
    </w:p>
    <w:p w:rsidR="002C3C1A" w:rsidRPr="00FB4167" w:rsidRDefault="002C3C1A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3.7.Единовременная выплата премии лицам, замещающим муниципальные должности не должна превышать одного размера ежемесячного денежного вознаграждения.</w:t>
      </w:r>
    </w:p>
    <w:p w:rsidR="002C3C1A" w:rsidRPr="00FB4167" w:rsidRDefault="002C3C1A" w:rsidP="00B21F0D">
      <w:pPr>
        <w:pStyle w:val="BodyText"/>
        <w:shd w:val="clear" w:color="auto" w:fill="auto"/>
        <w:spacing w:line="240" w:lineRule="auto"/>
        <w:ind w:left="60" w:right="221" w:firstLine="4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4167">
        <w:rPr>
          <w:sz w:val="28"/>
          <w:szCs w:val="28"/>
        </w:rPr>
        <w:t>.8 Размеры ежемесячно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денежного вознаграждения, денежного поощ</w:t>
      </w:r>
      <w:r>
        <w:rPr>
          <w:sz w:val="28"/>
          <w:szCs w:val="28"/>
        </w:rPr>
        <w:t>рения и иных выплат лицам, замещ</w:t>
      </w:r>
      <w:r w:rsidRPr="00FB4167">
        <w:rPr>
          <w:sz w:val="28"/>
          <w:szCs w:val="28"/>
        </w:rPr>
        <w:t>ающим муниципальные должности, устанавливаются распоряжением представителя нанимателя и учитываются во всех случаях исчисления средне</w:t>
      </w:r>
      <w:r w:rsidRPr="00E66EB2"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заработка для оплаты ежегодных отпусков и в других случаях предусмотренных законодательством РФ.</w:t>
      </w:r>
    </w:p>
    <w:p w:rsidR="002C3C1A" w:rsidRPr="00FB4167" w:rsidRDefault="002C3C1A" w:rsidP="00D22607">
      <w:pPr>
        <w:pStyle w:val="BodyText"/>
        <w:shd w:val="clear" w:color="auto" w:fill="auto"/>
        <w:spacing w:line="240" w:lineRule="auto"/>
        <w:ind w:left="60" w:right="1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FB4167">
        <w:rPr>
          <w:b/>
          <w:sz w:val="28"/>
          <w:szCs w:val="28"/>
        </w:rPr>
        <w:t>Порядок формирования ФОТ лиц замещающих муниципальные должности и финансирования расходов, предусмотренных настоящим Положением.</w:t>
      </w:r>
    </w:p>
    <w:p w:rsidR="002C3C1A" w:rsidRPr="00FB4167" w:rsidRDefault="002C3C1A" w:rsidP="00B21F0D">
      <w:pPr>
        <w:pStyle w:val="BodyText"/>
        <w:shd w:val="clear" w:color="auto" w:fill="auto"/>
        <w:spacing w:line="240" w:lineRule="auto"/>
        <w:ind w:left="62"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FB4167">
        <w:rPr>
          <w:sz w:val="28"/>
          <w:szCs w:val="28"/>
        </w:rPr>
        <w:t>При формировании ФОТ лиц замещающих муниципальные должности, сверх сумм средств, направленных для выплаты ежемес</w:t>
      </w:r>
      <w:r>
        <w:rPr>
          <w:sz w:val="28"/>
          <w:szCs w:val="28"/>
        </w:rPr>
        <w:t>ячного денежного вознаграждения</w:t>
      </w:r>
      <w:r w:rsidRPr="00FB4167">
        <w:rPr>
          <w:sz w:val="28"/>
          <w:szCs w:val="28"/>
        </w:rPr>
        <w:t xml:space="preserve"> предусматриваются следующие средст</w:t>
      </w:r>
      <w:r>
        <w:rPr>
          <w:sz w:val="28"/>
          <w:szCs w:val="28"/>
        </w:rPr>
        <w:t>ва для выплаты (в расчете на год)</w:t>
      </w:r>
      <w:r w:rsidRPr="00FB4167">
        <w:rPr>
          <w:sz w:val="28"/>
          <w:szCs w:val="28"/>
        </w:rPr>
        <w:t>:</w:t>
      </w:r>
    </w:p>
    <w:p w:rsidR="002C3C1A" w:rsidRPr="00FB4167" w:rsidRDefault="002C3C1A" w:rsidP="00D22607">
      <w:pPr>
        <w:pStyle w:val="BodyText"/>
        <w:shd w:val="clear" w:color="auto" w:fill="auto"/>
        <w:tabs>
          <w:tab w:val="left" w:pos="1507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денежно</w:t>
      </w:r>
      <w:r>
        <w:rPr>
          <w:sz w:val="28"/>
          <w:szCs w:val="28"/>
        </w:rPr>
        <w:t>го</w:t>
      </w:r>
      <w:r w:rsidRPr="00FB4167">
        <w:rPr>
          <w:sz w:val="28"/>
          <w:szCs w:val="28"/>
        </w:rPr>
        <w:t xml:space="preserve"> поощрени</w:t>
      </w:r>
      <w:r>
        <w:rPr>
          <w:sz w:val="28"/>
          <w:szCs w:val="28"/>
        </w:rPr>
        <w:t>я</w:t>
      </w:r>
      <w:r w:rsidRPr="00FB4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 размере 20% от суммы </w:t>
      </w:r>
      <w:r w:rsidRPr="00FB4167">
        <w:rPr>
          <w:sz w:val="28"/>
          <w:szCs w:val="28"/>
        </w:rPr>
        <w:t>денежного вознаграждения</w:t>
      </w:r>
      <w:r>
        <w:rPr>
          <w:sz w:val="28"/>
          <w:szCs w:val="28"/>
        </w:rPr>
        <w:t>;</w:t>
      </w:r>
    </w:p>
    <w:p w:rsidR="002C3C1A" w:rsidRPr="00FB4167" w:rsidRDefault="002C3C1A" w:rsidP="00D22607">
      <w:pPr>
        <w:pStyle w:val="BodyText"/>
        <w:shd w:val="clear" w:color="auto" w:fill="auto"/>
        <w:tabs>
          <w:tab w:val="left" w:pos="1562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-ежемесячн</w:t>
      </w:r>
      <w:r>
        <w:rPr>
          <w:sz w:val="28"/>
          <w:szCs w:val="28"/>
        </w:rPr>
        <w:t xml:space="preserve">ой </w:t>
      </w:r>
      <w:r w:rsidRPr="00FB4167">
        <w:rPr>
          <w:sz w:val="28"/>
          <w:szCs w:val="28"/>
        </w:rPr>
        <w:t xml:space="preserve"> надбавк</w:t>
      </w:r>
      <w:r>
        <w:rPr>
          <w:sz w:val="28"/>
          <w:szCs w:val="28"/>
        </w:rPr>
        <w:t>и</w:t>
      </w:r>
      <w:r w:rsidRPr="00FB4167">
        <w:rPr>
          <w:sz w:val="28"/>
          <w:szCs w:val="28"/>
        </w:rPr>
        <w:t xml:space="preserve"> к ежемесячному денежному вознаграждению за работу со сведениями, составляющими государственную тайну </w:t>
      </w:r>
      <w:r>
        <w:rPr>
          <w:sz w:val="28"/>
          <w:szCs w:val="28"/>
        </w:rPr>
        <w:t>- в размере 727,42 рублей</w:t>
      </w:r>
      <w:r w:rsidRPr="00FB4167">
        <w:rPr>
          <w:sz w:val="28"/>
          <w:szCs w:val="28"/>
        </w:rPr>
        <w:t>;</w:t>
      </w:r>
    </w:p>
    <w:p w:rsidR="002C3C1A" w:rsidRPr="00FB4167" w:rsidRDefault="002C3C1A" w:rsidP="00D22607">
      <w:pPr>
        <w:pStyle w:val="BodyText"/>
        <w:shd w:val="clear" w:color="auto" w:fill="auto"/>
        <w:tabs>
          <w:tab w:val="left" w:pos="1394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премии в размере одного ежемесячного денежного вознаграждения;</w:t>
      </w:r>
    </w:p>
    <w:p w:rsidR="002C3C1A" w:rsidRPr="00FB4167" w:rsidRDefault="002C3C1A" w:rsidP="00D22607">
      <w:pPr>
        <w:pStyle w:val="BodyText"/>
        <w:shd w:val="clear" w:color="auto" w:fill="auto"/>
        <w:tabs>
          <w:tab w:val="left" w:pos="1577"/>
        </w:tabs>
        <w:spacing w:line="240" w:lineRule="auto"/>
        <w:ind w:left="60" w:right="196"/>
        <w:jc w:val="both"/>
        <w:rPr>
          <w:sz w:val="28"/>
          <w:szCs w:val="28"/>
        </w:rPr>
      </w:pPr>
      <w:r w:rsidRPr="00FB4167">
        <w:rPr>
          <w:sz w:val="28"/>
          <w:szCs w:val="28"/>
        </w:rPr>
        <w:t>-единовременной выплаты при предоставлении ежегодного оплачиваемого отпуска в размере одного ежемесячного денежного вознаграждения.</w:t>
      </w:r>
    </w:p>
    <w:p w:rsidR="002C3C1A" w:rsidRPr="00FB4167" w:rsidRDefault="002C3C1A" w:rsidP="00B21F0D">
      <w:pPr>
        <w:pStyle w:val="BodyText"/>
        <w:shd w:val="clear" w:color="auto" w:fill="auto"/>
        <w:tabs>
          <w:tab w:val="left" w:pos="818"/>
        </w:tabs>
        <w:spacing w:line="240" w:lineRule="auto"/>
        <w:ind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FB4167">
        <w:rPr>
          <w:sz w:val="28"/>
          <w:szCs w:val="28"/>
        </w:rPr>
        <w:t xml:space="preserve">Представитель нанимателя </w:t>
      </w:r>
      <w:r>
        <w:rPr>
          <w:sz w:val="28"/>
          <w:szCs w:val="28"/>
        </w:rPr>
        <w:t xml:space="preserve">(работодатель) </w:t>
      </w:r>
      <w:r w:rsidRPr="00FB4167">
        <w:rPr>
          <w:sz w:val="28"/>
          <w:szCs w:val="28"/>
        </w:rPr>
        <w:t>вправе перераспределять, средства ФОТ лиц замещающих муниципальные должности, между выплатами, предусмотренными пунктом 4.1 настоящего положения.</w:t>
      </w:r>
    </w:p>
    <w:p w:rsidR="002C3C1A" w:rsidRPr="00FB4167" w:rsidRDefault="002C3C1A" w:rsidP="00B21F0D">
      <w:pPr>
        <w:pStyle w:val="BodyText"/>
        <w:shd w:val="clear" w:color="auto" w:fill="auto"/>
        <w:tabs>
          <w:tab w:val="left" w:pos="852"/>
        </w:tabs>
        <w:spacing w:line="240" w:lineRule="auto"/>
        <w:ind w:right="198" w:firstLine="420"/>
        <w:jc w:val="both"/>
        <w:rPr>
          <w:sz w:val="28"/>
          <w:szCs w:val="28"/>
        </w:rPr>
      </w:pPr>
      <w:r>
        <w:rPr>
          <w:sz w:val="28"/>
          <w:szCs w:val="28"/>
        </w:rPr>
        <w:t>4.3.Финансирование расходов</w:t>
      </w:r>
      <w:r w:rsidRPr="00FB4167">
        <w:rPr>
          <w:sz w:val="28"/>
          <w:szCs w:val="28"/>
        </w:rPr>
        <w:t xml:space="preserve"> предусмотренных настоящим положением, производится за счет средств бюджета муниципального образования</w:t>
      </w:r>
      <w:r w:rsidRPr="000B4868">
        <w:rPr>
          <w:sz w:val="28"/>
          <w:szCs w:val="28"/>
        </w:rPr>
        <w:t xml:space="preserve"> </w:t>
      </w:r>
      <w:r>
        <w:rPr>
          <w:sz w:val="28"/>
          <w:szCs w:val="28"/>
        </w:rPr>
        <w:t>МО «Сельское поселение село Пироговка Ахтубинского муниципального района Астраханской области».</w:t>
      </w:r>
    </w:p>
    <w:p w:rsidR="002C3C1A" w:rsidRDefault="002C3C1A" w:rsidP="00FB4167">
      <w:pPr>
        <w:pStyle w:val="BodyText"/>
        <w:shd w:val="clear" w:color="auto" w:fill="auto"/>
        <w:spacing w:line="240" w:lineRule="auto"/>
        <w:ind w:left="60" w:firstLine="380"/>
        <w:jc w:val="both"/>
        <w:rPr>
          <w:sz w:val="28"/>
          <w:szCs w:val="28"/>
        </w:rPr>
      </w:pPr>
    </w:p>
    <w:p w:rsidR="002C3C1A" w:rsidRDefault="002C3C1A" w:rsidP="00FB4167">
      <w:pPr>
        <w:pStyle w:val="BodyText"/>
        <w:shd w:val="clear" w:color="auto" w:fill="auto"/>
        <w:spacing w:line="240" w:lineRule="auto"/>
        <w:ind w:left="60" w:firstLine="380"/>
        <w:jc w:val="both"/>
        <w:rPr>
          <w:sz w:val="28"/>
          <w:szCs w:val="28"/>
        </w:rPr>
      </w:pPr>
    </w:p>
    <w:p w:rsidR="002C3C1A" w:rsidRPr="00FB4167" w:rsidRDefault="002C3C1A" w:rsidP="00FB4167">
      <w:pPr>
        <w:pStyle w:val="BodyText"/>
        <w:shd w:val="clear" w:color="auto" w:fill="auto"/>
        <w:spacing w:line="240" w:lineRule="auto"/>
        <w:ind w:left="60" w:firstLine="380"/>
        <w:rPr>
          <w:sz w:val="28"/>
          <w:szCs w:val="28"/>
        </w:rPr>
      </w:pPr>
    </w:p>
    <w:p w:rsidR="002C3C1A" w:rsidRPr="00FB4167" w:rsidRDefault="002C3C1A" w:rsidP="00344D0F">
      <w:pPr>
        <w:rPr>
          <w:rFonts w:ascii="Times New Roman" w:hAnsi="Times New Roman"/>
          <w:sz w:val="28"/>
          <w:szCs w:val="28"/>
          <w:lang w:val="ru-RU"/>
        </w:rPr>
      </w:pPr>
    </w:p>
    <w:p w:rsidR="002C3C1A" w:rsidRPr="00FB4167" w:rsidRDefault="002C3C1A" w:rsidP="00344D0F">
      <w:pPr>
        <w:rPr>
          <w:rFonts w:ascii="Times New Roman" w:hAnsi="Times New Roman"/>
          <w:sz w:val="28"/>
          <w:szCs w:val="28"/>
          <w:lang w:val="ru-RU"/>
        </w:rPr>
      </w:pPr>
    </w:p>
    <w:p w:rsidR="002C3C1A" w:rsidRPr="00FB4167" w:rsidRDefault="002C3C1A" w:rsidP="00344D0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2C3C1A" w:rsidRPr="00FB4167" w:rsidSect="00FB4167">
      <w:type w:val="continuous"/>
      <w:pgSz w:w="11905" w:h="16837"/>
      <w:pgMar w:top="567" w:right="567" w:bottom="567" w:left="107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1A" w:rsidRDefault="002C3C1A" w:rsidP="00344D0F">
      <w:pPr>
        <w:spacing w:after="0" w:line="240" w:lineRule="auto"/>
      </w:pPr>
      <w:r>
        <w:separator/>
      </w:r>
    </w:p>
  </w:endnote>
  <w:endnote w:type="continuationSeparator" w:id="0">
    <w:p w:rsidR="002C3C1A" w:rsidRDefault="002C3C1A" w:rsidP="0034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1A" w:rsidRDefault="002C3C1A" w:rsidP="00344D0F">
      <w:pPr>
        <w:spacing w:after="0" w:line="240" w:lineRule="auto"/>
      </w:pPr>
      <w:r>
        <w:separator/>
      </w:r>
    </w:p>
  </w:footnote>
  <w:footnote w:type="continuationSeparator" w:id="0">
    <w:p w:rsidR="002C3C1A" w:rsidRDefault="002C3C1A" w:rsidP="00344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3">
    <w:nsid w:val="4AD64010"/>
    <w:multiLevelType w:val="multilevel"/>
    <w:tmpl w:val="BEEC03E0"/>
    <w:lvl w:ilvl="0">
      <w:start w:val="3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cs="Times New Roman" w:hint="default"/>
      </w:rPr>
    </w:lvl>
  </w:abstractNum>
  <w:abstractNum w:abstractNumId="4">
    <w:nsid w:val="59056E6D"/>
    <w:multiLevelType w:val="hybridMultilevel"/>
    <w:tmpl w:val="4502EA6E"/>
    <w:lvl w:ilvl="0" w:tplc="59687738">
      <w:start w:val="1"/>
      <w:numFmt w:val="decimal"/>
      <w:lvlText w:val="%1."/>
      <w:lvlJc w:val="left"/>
      <w:pPr>
        <w:ind w:left="1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B64"/>
    <w:rsid w:val="00034B84"/>
    <w:rsid w:val="000432C7"/>
    <w:rsid w:val="00066754"/>
    <w:rsid w:val="00072F08"/>
    <w:rsid w:val="000B4868"/>
    <w:rsid w:val="000B6BEF"/>
    <w:rsid w:val="000D6642"/>
    <w:rsid w:val="000E62E6"/>
    <w:rsid w:val="00105634"/>
    <w:rsid w:val="00151E7A"/>
    <w:rsid w:val="001965FA"/>
    <w:rsid w:val="001F2EC4"/>
    <w:rsid w:val="0020026A"/>
    <w:rsid w:val="00222556"/>
    <w:rsid w:val="00257F8A"/>
    <w:rsid w:val="0026210A"/>
    <w:rsid w:val="0029074C"/>
    <w:rsid w:val="002C3C1A"/>
    <w:rsid w:val="002F1A77"/>
    <w:rsid w:val="003145CB"/>
    <w:rsid w:val="00316E4D"/>
    <w:rsid w:val="00344D0F"/>
    <w:rsid w:val="003614ED"/>
    <w:rsid w:val="003D333D"/>
    <w:rsid w:val="0049122D"/>
    <w:rsid w:val="004A6DE0"/>
    <w:rsid w:val="004B2C43"/>
    <w:rsid w:val="004C6B02"/>
    <w:rsid w:val="004F21EA"/>
    <w:rsid w:val="00524D83"/>
    <w:rsid w:val="00544AF3"/>
    <w:rsid w:val="00557C23"/>
    <w:rsid w:val="00574704"/>
    <w:rsid w:val="006015AD"/>
    <w:rsid w:val="00627EAA"/>
    <w:rsid w:val="00683C70"/>
    <w:rsid w:val="00685DDD"/>
    <w:rsid w:val="006F4C1D"/>
    <w:rsid w:val="007D273B"/>
    <w:rsid w:val="007E58FC"/>
    <w:rsid w:val="0081676B"/>
    <w:rsid w:val="00894E69"/>
    <w:rsid w:val="008C701E"/>
    <w:rsid w:val="008E2460"/>
    <w:rsid w:val="00950D63"/>
    <w:rsid w:val="00975B0C"/>
    <w:rsid w:val="009773F0"/>
    <w:rsid w:val="0099284E"/>
    <w:rsid w:val="009E4E8E"/>
    <w:rsid w:val="009E5DD9"/>
    <w:rsid w:val="009F52BB"/>
    <w:rsid w:val="00A42025"/>
    <w:rsid w:val="00AA7E68"/>
    <w:rsid w:val="00B00B64"/>
    <w:rsid w:val="00B21F0D"/>
    <w:rsid w:val="00B4120D"/>
    <w:rsid w:val="00B454FB"/>
    <w:rsid w:val="00B46ABF"/>
    <w:rsid w:val="00B9259F"/>
    <w:rsid w:val="00BD6667"/>
    <w:rsid w:val="00BE060E"/>
    <w:rsid w:val="00C04069"/>
    <w:rsid w:val="00C533F1"/>
    <w:rsid w:val="00C62424"/>
    <w:rsid w:val="00C85A8C"/>
    <w:rsid w:val="00CA4097"/>
    <w:rsid w:val="00CB49B4"/>
    <w:rsid w:val="00CF7C7A"/>
    <w:rsid w:val="00D07134"/>
    <w:rsid w:val="00D22607"/>
    <w:rsid w:val="00D56093"/>
    <w:rsid w:val="00DB5328"/>
    <w:rsid w:val="00DD43A9"/>
    <w:rsid w:val="00DF215C"/>
    <w:rsid w:val="00E52626"/>
    <w:rsid w:val="00E6128A"/>
    <w:rsid w:val="00E66EB2"/>
    <w:rsid w:val="00E737A1"/>
    <w:rsid w:val="00E8155B"/>
    <w:rsid w:val="00E91F14"/>
    <w:rsid w:val="00E952F5"/>
    <w:rsid w:val="00EA7DB1"/>
    <w:rsid w:val="00ED22E6"/>
    <w:rsid w:val="00F0679F"/>
    <w:rsid w:val="00F17A72"/>
    <w:rsid w:val="00F33E99"/>
    <w:rsid w:val="00F57021"/>
    <w:rsid w:val="00FA66D8"/>
    <w:rsid w:val="00FB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7470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470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70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70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7470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7470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4704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74704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74704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74704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704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4704"/>
    <w:rPr>
      <w:rFonts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4704"/>
    <w:rPr>
      <w:rFonts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4704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74704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4704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4704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74704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74704"/>
    <w:rPr>
      <w:rFonts w:cs="Times New Roman"/>
      <w:b/>
      <w:bCs/>
      <w:i/>
      <w:iCs/>
      <w:color w:val="7F7F7F"/>
      <w:sz w:val="18"/>
      <w:szCs w:val="18"/>
    </w:rPr>
  </w:style>
  <w:style w:type="character" w:styleId="Hyperlink">
    <w:name w:val="Hyperlink"/>
    <w:basedOn w:val="DefaultParagraphFont"/>
    <w:uiPriority w:val="99"/>
    <w:rsid w:val="00F17A72"/>
    <w:rPr>
      <w:rFonts w:cs="Times New Roman"/>
      <w:color w:val="000080"/>
      <w:u w:val="single"/>
    </w:rPr>
  </w:style>
  <w:style w:type="character" w:customStyle="1" w:styleId="BodyTextChar">
    <w:name w:val="Body Text Char"/>
    <w:uiPriority w:val="99"/>
    <w:locked/>
    <w:rsid w:val="00F17A72"/>
    <w:rPr>
      <w:rFonts w:ascii="Times New Roman" w:hAnsi="Times New Roman"/>
      <w:spacing w:val="10"/>
      <w:sz w:val="20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17A72"/>
    <w:rPr>
      <w:rFonts w:ascii="Times New Roman" w:hAnsi="Times New Roman" w:cs="Times New Roman"/>
      <w:spacing w:val="10"/>
      <w:sz w:val="20"/>
      <w:szCs w:val="20"/>
    </w:rPr>
  </w:style>
  <w:style w:type="character" w:customStyle="1" w:styleId="1pt">
    <w:name w:val="Основной текст + Интервал 1 pt"/>
    <w:basedOn w:val="BodyTextChar"/>
    <w:uiPriority w:val="99"/>
    <w:rsid w:val="00F17A72"/>
    <w:rPr>
      <w:rFonts w:cs="Times New Roman"/>
      <w:spacing w:val="30"/>
      <w:szCs w:val="20"/>
    </w:rPr>
  </w:style>
  <w:style w:type="paragraph" w:styleId="BodyText">
    <w:name w:val="Body Text"/>
    <w:basedOn w:val="Normal"/>
    <w:link w:val="BodyTextChar1"/>
    <w:uiPriority w:val="99"/>
    <w:rsid w:val="00F17A72"/>
    <w:pPr>
      <w:shd w:val="clear" w:color="auto" w:fill="FFFFFF"/>
      <w:spacing w:line="264" w:lineRule="exact"/>
    </w:pPr>
    <w:rPr>
      <w:rFonts w:ascii="Times New Roman" w:hAnsi="Times New Roman"/>
      <w:spacing w:val="10"/>
      <w:sz w:val="20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952F5"/>
    <w:rPr>
      <w:rFonts w:cs="Times New Roman"/>
      <w:lang w:val="en-US" w:eastAsia="en-US"/>
    </w:rPr>
  </w:style>
  <w:style w:type="paragraph" w:customStyle="1" w:styleId="10">
    <w:name w:val="Заголовок №1"/>
    <w:basedOn w:val="Normal"/>
    <w:link w:val="1"/>
    <w:uiPriority w:val="99"/>
    <w:rsid w:val="00F17A72"/>
    <w:pPr>
      <w:shd w:val="clear" w:color="auto" w:fill="FFFFFF"/>
      <w:spacing w:before="240" w:after="60" w:line="240" w:lineRule="atLeast"/>
      <w:jc w:val="center"/>
      <w:outlineLvl w:val="0"/>
    </w:pPr>
    <w:rPr>
      <w:rFonts w:ascii="Times New Roman" w:hAnsi="Times New Roman"/>
      <w:spacing w:val="10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4D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4D0F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344D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4D0F"/>
    <w:rPr>
      <w:rFonts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574704"/>
    <w:rPr>
      <w:rFonts w:cs="Times New Roman"/>
      <w:b/>
      <w:i/>
      <w:spacing w:val="10"/>
    </w:rPr>
  </w:style>
  <w:style w:type="paragraph" w:styleId="Title">
    <w:name w:val="Title"/>
    <w:basedOn w:val="Normal"/>
    <w:next w:val="Normal"/>
    <w:link w:val="TitleChar"/>
    <w:uiPriority w:val="99"/>
    <w:qFormat/>
    <w:rsid w:val="0057470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74704"/>
    <w:rPr>
      <w:rFonts w:cs="Times New Roman"/>
      <w:smallCaps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574704"/>
    <w:pPr>
      <w:spacing w:line="240" w:lineRule="auto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7470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74704"/>
    <w:rPr>
      <w:rFonts w:cs="Times New Roman"/>
      <w:i/>
      <w:iCs/>
      <w:smallCaps/>
      <w:spacing w:val="10"/>
      <w:sz w:val="28"/>
      <w:szCs w:val="28"/>
    </w:rPr>
  </w:style>
  <w:style w:type="character" w:styleId="Strong">
    <w:name w:val="Strong"/>
    <w:basedOn w:val="DefaultParagraphFont"/>
    <w:uiPriority w:val="99"/>
    <w:qFormat/>
    <w:rsid w:val="00574704"/>
    <w:rPr>
      <w:rFonts w:cs="Times New Roman"/>
      <w:b/>
    </w:rPr>
  </w:style>
  <w:style w:type="paragraph" w:styleId="NoSpacing">
    <w:name w:val="No Spacing"/>
    <w:basedOn w:val="Normal"/>
    <w:uiPriority w:val="99"/>
    <w:qFormat/>
    <w:rsid w:val="00574704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747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74704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74704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7470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74704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574704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574704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574704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574704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574704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574704"/>
    <w:pPr>
      <w:outlineLvl w:val="9"/>
    </w:pPr>
  </w:style>
  <w:style w:type="table" w:styleId="TableGrid">
    <w:name w:val="Table Grid"/>
    <w:basedOn w:val="TableNormal"/>
    <w:uiPriority w:val="99"/>
    <w:rsid w:val="00FB41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72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ABF"/>
    <w:rPr>
      <w:rFonts w:ascii="Times New Roman" w:hAnsi="Times New Roman" w:cs="Times New Roman"/>
      <w:sz w:val="2"/>
      <w:lang w:val="en-US" w:eastAsia="en-US"/>
    </w:rPr>
  </w:style>
  <w:style w:type="paragraph" w:styleId="NormalWeb">
    <w:name w:val="Normal (Web)"/>
    <w:basedOn w:val="Normal"/>
    <w:uiPriority w:val="99"/>
    <w:locked/>
    <w:rsid w:val="0049122D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4</Pages>
  <Words>1145</Words>
  <Characters>6529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2024-12-09T05:28:00Z</cp:lastPrinted>
  <dcterms:created xsi:type="dcterms:W3CDTF">2017-11-08T12:39:00Z</dcterms:created>
  <dcterms:modified xsi:type="dcterms:W3CDTF">2024-12-09T05:28:00Z</dcterms:modified>
</cp:coreProperties>
</file>